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2BCB1A05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031F46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031F46">
        <w:rPr>
          <w:rFonts w:ascii="Corbel" w:hAnsi="Corbel"/>
          <w:smallCaps/>
          <w:sz w:val="24"/>
          <w:szCs w:val="24"/>
        </w:rPr>
        <w:t>3</w:t>
      </w:r>
    </w:p>
    <w:p w14:paraId="25E3684E" w14:textId="51DBE80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031F46">
        <w:rPr>
          <w:rFonts w:ascii="Corbel" w:hAnsi="Corbel"/>
          <w:sz w:val="20"/>
          <w:szCs w:val="20"/>
        </w:rPr>
        <w:t>2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031F4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4DDA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84DDA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5E973478" w:rsidR="0085747A" w:rsidRPr="009C54AE" w:rsidRDefault="008C646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5E9E3124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1C91C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5ACDF16F" w:rsidR="00015B8F" w:rsidRPr="009C54AE" w:rsidRDefault="00C82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47BD3C27" w:rsidR="00015B8F" w:rsidRPr="009C54AE" w:rsidRDefault="008C64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65AACDE5" w:rsidR="009C54A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77777777" w:rsidR="00E960BB" w:rsidRPr="009026B1" w:rsidRDefault="00326670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77777777" w:rsidR="00C8239E" w:rsidRPr="009C54AE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62CDECB3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10FE7861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egzaminu: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egzaminacyjną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0D5CE38E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3F92688C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51% - 60% - dostateczny, </w:t>
            </w:r>
          </w:p>
          <w:p w14:paraId="6EC191E8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3076353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D7A2C50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302C5A3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02271B4B" w:rsidR="009026B1" w:rsidRPr="009C54AE" w:rsidRDefault="008C6462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46822B05" w:rsidR="009026B1" w:rsidRPr="009C54AE" w:rsidRDefault="008C6462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E3A008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F.P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DE03C" w14:textId="77777777" w:rsidR="003E3F26" w:rsidRDefault="003E3F26" w:rsidP="00C16ABF">
      <w:pPr>
        <w:spacing w:after="0" w:line="240" w:lineRule="auto"/>
      </w:pPr>
      <w:r>
        <w:separator/>
      </w:r>
    </w:p>
  </w:endnote>
  <w:endnote w:type="continuationSeparator" w:id="0">
    <w:p w14:paraId="752D4EA2" w14:textId="77777777" w:rsidR="003E3F26" w:rsidRDefault="003E3F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5F75A" w14:textId="77777777" w:rsidR="003E3F26" w:rsidRDefault="003E3F26" w:rsidP="00C16ABF">
      <w:pPr>
        <w:spacing w:after="0" w:line="240" w:lineRule="auto"/>
      </w:pPr>
      <w:r>
        <w:separator/>
      </w:r>
    </w:p>
  </w:footnote>
  <w:footnote w:type="continuationSeparator" w:id="0">
    <w:p w14:paraId="2F54F041" w14:textId="77777777" w:rsidR="003E3F26" w:rsidRDefault="003E3F26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F4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3F2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E9F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C6462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F2C41"/>
    <w:rsid w:val="00C058B4"/>
    <w:rsid w:val="00C05F44"/>
    <w:rsid w:val="00C1249D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C771D-0C3F-4567-9748-E0BAC052C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4C1EF3-4890-432B-BE8C-4A9E18FE6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2020-12-13T20:21:00Z</dcterms:created>
  <dcterms:modified xsi:type="dcterms:W3CDTF">2021-09-06T07:08:00Z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